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DE" w:rsidRDefault="00C45BDE" w:rsidP="00152252">
      <w:pPr>
        <w:jc w:val="center"/>
      </w:pPr>
      <w:r>
        <w:t xml:space="preserve">Thematic Vocabulary for </w:t>
      </w:r>
      <w:r w:rsidRPr="00152252">
        <w:rPr>
          <w:u w:val="single"/>
        </w:rPr>
        <w:t>Hope Was Here</w:t>
      </w:r>
    </w:p>
    <w:p w:rsidR="00C45BDE" w:rsidRDefault="00C45BDE" w:rsidP="00152252">
      <w:pPr>
        <w:jc w:val="center"/>
      </w:pP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Optimism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Endurance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Obstacle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Ethical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Competence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Mortality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Bittersweet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Fraudulent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Negligent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Candor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Console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Sincerity</w:t>
      </w:r>
    </w:p>
    <w:p w:rsidR="00C45BDE" w:rsidRDefault="00C45BDE" w:rsidP="00152252">
      <w:pPr>
        <w:pStyle w:val="ListParagraph"/>
        <w:numPr>
          <w:ilvl w:val="0"/>
          <w:numId w:val="1"/>
        </w:numPr>
      </w:pPr>
      <w:r>
        <w:t>Meticulous</w:t>
      </w:r>
    </w:p>
    <w:p w:rsidR="00C45BDE" w:rsidRDefault="00C45BDE" w:rsidP="009362D6">
      <w:pPr>
        <w:pStyle w:val="ListParagraph"/>
      </w:pPr>
    </w:p>
    <w:p w:rsidR="00C45BDE" w:rsidRDefault="00C45BDE" w:rsidP="009362D6">
      <w:pPr>
        <w:pStyle w:val="ListParagraph"/>
      </w:pPr>
    </w:p>
    <w:p w:rsidR="00C45BDE" w:rsidRDefault="00C45BDE" w:rsidP="00152252"/>
    <w:p w:rsidR="00C45BDE" w:rsidRDefault="00C45BDE" w:rsidP="00152252"/>
    <w:p w:rsidR="00C45BDE" w:rsidRDefault="00C45BDE" w:rsidP="00152252"/>
    <w:p w:rsidR="00C45BDE" w:rsidRDefault="00C45BDE" w:rsidP="00152252"/>
    <w:sectPr w:rsidR="00C45BDE" w:rsidSect="00E07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A33D0"/>
    <w:multiLevelType w:val="hybridMultilevel"/>
    <w:tmpl w:val="BBDC5E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252"/>
    <w:rsid w:val="000F6162"/>
    <w:rsid w:val="00152252"/>
    <w:rsid w:val="002A3F90"/>
    <w:rsid w:val="005D0DA3"/>
    <w:rsid w:val="009362D6"/>
    <w:rsid w:val="00C45BDE"/>
    <w:rsid w:val="00E0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FA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</Words>
  <Characters>146</Characters>
  <Application>Microsoft Office Outlook</Application>
  <DocSecurity>0</DocSecurity>
  <Lines>0</Lines>
  <Paragraphs>0</Paragraphs>
  <ScaleCrop>false</ScaleCrop>
  <Company>NYCDOE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Thematic Vocabulary for Hope Was Here</dc:title>
  <dc:subject/>
  <dc:creator>NYCDOE</dc:creator>
  <cp:keywords/>
  <dc:description/>
  <cp:lastModifiedBy>Tino Oliveri</cp:lastModifiedBy>
  <cp:revision>2</cp:revision>
  <dcterms:created xsi:type="dcterms:W3CDTF">2010-07-27T19:09:00Z</dcterms:created>
  <dcterms:modified xsi:type="dcterms:W3CDTF">2010-07-27T19:09:00Z</dcterms:modified>
</cp:coreProperties>
</file>